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 </w:t>
      </w:r>
      <w:r w:rsidR="000C137F">
        <w:rPr>
          <w:rFonts w:ascii="PT Astra Serif" w:hAnsi="PT Astra Serif" w:cs="PT Astra Serif"/>
          <w:sz w:val="28"/>
          <w:szCs w:val="28"/>
        </w:rPr>
        <w:t>18.01.2024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0C137F">
        <w:rPr>
          <w:rFonts w:ascii="PT Astra Serif" w:hAnsi="PT Astra Serif" w:cs="PT Astra Serif"/>
          <w:sz w:val="28"/>
          <w:szCs w:val="28"/>
        </w:rPr>
        <w:t>8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71:17:0206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36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0D7409">
        <w:rPr>
          <w:rFonts w:ascii="PT Astra Serif" w:hAnsi="PT Astra Serif"/>
          <w:sz w:val="28"/>
          <w:szCs w:val="28"/>
          <w:lang w:eastAsia="ru-RU"/>
        </w:rPr>
        <w:t>22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0D7409">
        <w:rPr>
          <w:rFonts w:ascii="PT Astra Serif" w:hAnsi="PT Astra Serif"/>
          <w:sz w:val="28"/>
          <w:szCs w:val="28"/>
          <w:lang w:eastAsia="ru-RU"/>
        </w:rPr>
        <w:t>36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71:17:020606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0D7409">
        <w:rPr>
          <w:rFonts w:ascii="PT Astra Serif" w:hAnsi="PT Astra Serif"/>
          <w:sz w:val="28"/>
          <w:szCs w:val="28"/>
          <w:lang w:eastAsia="ru-RU"/>
        </w:rPr>
        <w:t>36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2E69EC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</w:t>
      </w:r>
      <w:r w:rsidR="007E460B">
        <w:rPr>
          <w:rFonts w:ascii="PT Astra Serif" w:hAnsi="PT Astra Serif"/>
          <w:sz w:val="28"/>
          <w:szCs w:val="28"/>
          <w:lang w:eastAsia="ru-RU"/>
        </w:rPr>
        <w:t xml:space="preserve">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Горбачевское, </w:t>
      </w:r>
      <w:r w:rsidR="00BC7C2C">
        <w:rPr>
          <w:rFonts w:ascii="PT Astra Serif" w:hAnsi="PT Astra Serif"/>
          <w:sz w:val="28"/>
          <w:szCs w:val="28"/>
          <w:lang w:eastAsia="ru-RU"/>
        </w:rPr>
        <w:t>с.</w:t>
      </w:r>
      <w:r w:rsidR="000D7409">
        <w:rPr>
          <w:rFonts w:ascii="PT Astra Serif" w:hAnsi="PT Astra Serif"/>
          <w:sz w:val="28"/>
          <w:szCs w:val="28"/>
          <w:lang w:eastAsia="ru-RU"/>
        </w:rPr>
        <w:t>Михайловское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>, на официальном сайте муниципаль</w:t>
      </w:r>
      <w:r w:rsidR="007E460B">
        <w:rPr>
          <w:rFonts w:ascii="PT Astra Serif" w:hAnsi="PT Astra Serif"/>
          <w:sz w:val="28"/>
          <w:szCs w:val="28"/>
          <w:lang w:eastAsia="ru-RU"/>
        </w:rPr>
        <w:t>ного образования Плавский район</w:t>
      </w:r>
      <w:hyperlink r:id="rId9" w:history="1">
        <w:r w:rsidR="007E460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7E460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7E460B"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="007E460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1BD" w:rsidRDefault="00EA71BD">
      <w:r>
        <w:separator/>
      </w:r>
    </w:p>
  </w:endnote>
  <w:endnote w:type="continuationSeparator" w:id="0">
    <w:p w:rsidR="00EA71BD" w:rsidRDefault="00EA7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1BD" w:rsidRDefault="00EA71BD">
      <w:r>
        <w:separator/>
      </w:r>
    </w:p>
  </w:footnote>
  <w:footnote w:type="continuationSeparator" w:id="0">
    <w:p w:rsidR="00EA71BD" w:rsidRDefault="00EA7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C137F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2E69EC"/>
    <w:rsid w:val="00322635"/>
    <w:rsid w:val="00383C4D"/>
    <w:rsid w:val="003A2384"/>
    <w:rsid w:val="003C6F7B"/>
    <w:rsid w:val="003D216B"/>
    <w:rsid w:val="00453481"/>
    <w:rsid w:val="004663E4"/>
    <w:rsid w:val="004734C2"/>
    <w:rsid w:val="0048387B"/>
    <w:rsid w:val="004964FF"/>
    <w:rsid w:val="004C74A2"/>
    <w:rsid w:val="005A53DA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E460B"/>
    <w:rsid w:val="007E4B36"/>
    <w:rsid w:val="007F12CE"/>
    <w:rsid w:val="007F4F01"/>
    <w:rsid w:val="00816CDF"/>
    <w:rsid w:val="00825A0C"/>
    <w:rsid w:val="00826211"/>
    <w:rsid w:val="0083223B"/>
    <w:rsid w:val="00886A38"/>
    <w:rsid w:val="008F2E0C"/>
    <w:rsid w:val="008F7EDC"/>
    <w:rsid w:val="009110D2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F25B5"/>
    <w:rsid w:val="00CF3559"/>
    <w:rsid w:val="00DA2C53"/>
    <w:rsid w:val="00DF130B"/>
    <w:rsid w:val="00E03E77"/>
    <w:rsid w:val="00E06FAE"/>
    <w:rsid w:val="00E11B07"/>
    <w:rsid w:val="00E12AFB"/>
    <w:rsid w:val="00E41E47"/>
    <w:rsid w:val="00E64EDE"/>
    <w:rsid w:val="00E727C9"/>
    <w:rsid w:val="00EA71BD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7DEC2FD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8C29A-BB52-4A40-95EF-CD443B1F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98</TotalTime>
  <Pages>1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20</cp:revision>
  <cp:lastPrinted>2022-08-23T11:38:00Z</cp:lastPrinted>
  <dcterms:created xsi:type="dcterms:W3CDTF">2022-08-23T12:00:00Z</dcterms:created>
  <dcterms:modified xsi:type="dcterms:W3CDTF">2024-01-18T12:35:00Z</dcterms:modified>
</cp:coreProperties>
</file>