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C04EB7">
        <w:rPr>
          <w:b/>
          <w:bCs/>
          <w:sz w:val="22"/>
          <w:szCs w:val="22"/>
        </w:rPr>
        <w:t>1</w:t>
      </w:r>
      <w:r w:rsidR="008D4CD4">
        <w:rPr>
          <w:b/>
          <w:bCs/>
          <w:sz w:val="22"/>
          <w:szCs w:val="22"/>
        </w:rPr>
        <w:t>7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FC1B5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983C2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8D4CD4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C04EB7">
              <w:t>3</w:t>
            </w:r>
            <w:r w:rsidR="00D9698A">
              <w:t>:</w:t>
            </w:r>
            <w:r w:rsidR="0009163E">
              <w:t>1</w:t>
            </w:r>
            <w:r w:rsidR="008D4CD4">
              <w:t>7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Default="000B490A" w:rsidP="008D4CD4">
            <w:pPr>
              <w:ind w:right="-2" w:firstLine="72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B490A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ори</w:t>
            </w:r>
            <w:bookmarkStart w:id="0" w:name="_GoBack"/>
            <w:bookmarkEnd w:id="0"/>
            <w:r w:rsidRPr="000B490A">
              <w:rPr>
                <w:rFonts w:ascii="PT Astra Serif" w:hAnsi="PT Astra Serif"/>
              </w:rPr>
              <w:t xml:space="preserve">ентира: </w:t>
            </w:r>
            <w:r w:rsidR="008D4CD4" w:rsidRPr="000B490A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8D4CD4" w:rsidRPr="000B490A">
              <w:rPr>
                <w:rFonts w:ascii="PT Astra Serif" w:hAnsi="PT Astra Serif"/>
              </w:rPr>
              <w:t>Плавский</w:t>
            </w:r>
            <w:proofErr w:type="spellEnd"/>
            <w:r w:rsidR="008D4CD4" w:rsidRPr="000B490A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8D4CD4" w:rsidRPr="000B490A">
              <w:rPr>
                <w:rFonts w:ascii="PT Astra Serif" w:hAnsi="PT Astra Serif"/>
              </w:rPr>
              <w:t>Дворское</w:t>
            </w:r>
            <w:proofErr w:type="spellEnd"/>
            <w:r w:rsidR="008D4CD4" w:rsidRPr="000B490A">
              <w:rPr>
                <w:rFonts w:ascii="PT Astra Serif" w:hAnsi="PT Astra Serif"/>
              </w:rPr>
              <w:t xml:space="preserve">, </w:t>
            </w:r>
            <w:proofErr w:type="spellStart"/>
            <w:r w:rsidR="008D4CD4" w:rsidRPr="000B490A">
              <w:rPr>
                <w:rFonts w:ascii="PT Astra Serif" w:hAnsi="PT Astra Serif"/>
              </w:rPr>
              <w:t>д.Ольхи</w:t>
            </w:r>
            <w:proofErr w:type="spellEnd"/>
            <w:r w:rsidR="008D4CD4" w:rsidRPr="000B490A">
              <w:rPr>
                <w:rFonts w:ascii="PT Astra Serif" w:hAnsi="PT Astra Serif"/>
              </w:rPr>
              <w:t xml:space="preserve">, </w:t>
            </w:r>
            <w:proofErr w:type="spellStart"/>
            <w:r w:rsidR="008D4CD4" w:rsidRPr="000B490A">
              <w:rPr>
                <w:rFonts w:ascii="PT Astra Serif" w:hAnsi="PT Astra Serif"/>
              </w:rPr>
              <w:t>ул.Корнеева</w:t>
            </w:r>
            <w:proofErr w:type="spellEnd"/>
            <w:r w:rsidR="008D4CD4" w:rsidRPr="000B490A">
              <w:rPr>
                <w:rFonts w:ascii="PT Astra Serif" w:hAnsi="PT Astra Serif"/>
              </w:rPr>
              <w:t>, д.7.</w:t>
            </w:r>
            <w:r w:rsidR="008D4CD4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0B490A"/>
    <w:rsid w:val="0013383B"/>
    <w:rsid w:val="00233FFA"/>
    <w:rsid w:val="00244D05"/>
    <w:rsid w:val="00796E4D"/>
    <w:rsid w:val="008B2186"/>
    <w:rsid w:val="008D4CD4"/>
    <w:rsid w:val="00A95F38"/>
    <w:rsid w:val="00BE1A08"/>
    <w:rsid w:val="00C04EB7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D94A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16</cp:revision>
  <cp:lastPrinted>2021-07-07T12:02:00Z</cp:lastPrinted>
  <dcterms:created xsi:type="dcterms:W3CDTF">2021-07-07T12:05:00Z</dcterms:created>
  <dcterms:modified xsi:type="dcterms:W3CDTF">2024-01-09T12:03:00Z</dcterms:modified>
</cp:coreProperties>
</file>